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E57F04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055445" w:rsidRDefault="00055445" w:rsidP="00B47271">
                  <w:pPr>
                    <w:pStyle w:val="a9"/>
                  </w:pPr>
                </w:p>
                <w:p w:rsidR="00055445" w:rsidRDefault="00055445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055445" w:rsidRPr="0055352B" w:rsidRDefault="00055445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055445" w:rsidRPr="0043354D" w:rsidRDefault="00055445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5E0892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7195"/>
      </w:tblGrid>
      <w:tr w:rsidR="00830C3B" w:rsidRPr="0091260B" w:rsidTr="008B1343">
        <w:trPr>
          <w:trHeight w:val="1039"/>
        </w:trPr>
        <w:tc>
          <w:tcPr>
            <w:tcW w:w="7195" w:type="dxa"/>
          </w:tcPr>
          <w:p w:rsidR="00830C3B" w:rsidRPr="0091260B" w:rsidRDefault="00DE6383" w:rsidP="001C1990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</w:t>
            </w:r>
            <w:r w:rsidR="005272DE">
              <w:rPr>
                <w:color w:val="000000" w:themeColor="text1"/>
              </w:rPr>
              <w:t>и</w:t>
            </w:r>
            <w:r w:rsidR="005272DE">
              <w:t> </w:t>
            </w:r>
            <w:r w:rsidR="001C1990">
              <w:t xml:space="preserve">Кондратьевой Т. Л.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A34E16">
              <w:rPr>
                <w:color w:val="000000" w:themeColor="text1"/>
              </w:rPr>
              <w:t>й</w:t>
            </w:r>
            <w:r w:rsidR="00934996">
              <w:rPr>
                <w:color w:val="000000" w:themeColor="text1"/>
              </w:rPr>
              <w:t xml:space="preserve"> вид использования земельного</w:t>
            </w:r>
            <w:r w:rsidRPr="0091260B">
              <w:rPr>
                <w:color w:val="000000" w:themeColor="text1"/>
              </w:rPr>
              <w:t xml:space="preserve"> участк</w:t>
            </w:r>
            <w:bookmarkStart w:id="0" w:name="_GoBack"/>
            <w:bookmarkEnd w:id="0"/>
            <w:r w:rsidR="00934996">
              <w:rPr>
                <w:color w:val="000000" w:themeColor="text1"/>
              </w:rPr>
              <w:t>а</w:t>
            </w:r>
            <w:r w:rsidR="007C6038">
              <w:rPr>
                <w:color w:val="000000" w:themeColor="text1"/>
              </w:rPr>
              <w:t xml:space="preserve"> 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proofErr w:type="gramStart"/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630029">
        <w:rPr>
          <w:spacing w:val="1"/>
        </w:rPr>
        <w:t>ых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630029">
        <w:rPr>
          <w:spacing w:val="1"/>
        </w:rPr>
        <w:t>ов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630029">
        <w:rPr>
          <w:spacing w:val="1"/>
        </w:rPr>
        <w:t>ов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630029">
        <w:t> </w:t>
      </w:r>
      <w:r w:rsidR="00D76C5E" w:rsidRPr="0091260B">
        <w:t>___.___.202</w:t>
      </w:r>
      <w:r w:rsidR="00E07AC9">
        <w:t>5</w:t>
      </w:r>
      <w:r w:rsidRPr="0091260B">
        <w:t>, рекомендаций комиссии по подготовке проекта правил землепользования и застройки города</w:t>
      </w:r>
      <w:proofErr w:type="gramEnd"/>
      <w:r w:rsidRPr="0091260B">
        <w:t xml:space="preserve">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E07AC9">
        <w:t>5</w:t>
      </w:r>
      <w:r w:rsidRPr="0091260B">
        <w:t>, руководствуясь Уставом города Новосибирска, ПОСТАНОВЛЯЮ:</w:t>
      </w:r>
    </w:p>
    <w:p w:rsidR="001C1990" w:rsidRDefault="00D25713" w:rsidP="001C1990">
      <w:pPr>
        <w:widowControl/>
        <w:spacing w:line="240" w:lineRule="atLeast"/>
        <w:ind w:firstLine="709"/>
        <w:jc w:val="both"/>
      </w:pPr>
      <w:r w:rsidRPr="0091260B">
        <w:rPr>
          <w:color w:val="000000" w:themeColor="text1"/>
        </w:rPr>
        <w:t>1. </w:t>
      </w:r>
      <w:r w:rsidR="006F6D68">
        <w:rPr>
          <w:color w:val="000000" w:themeColor="text1"/>
        </w:rPr>
        <w:t xml:space="preserve">Предоставить </w:t>
      </w:r>
      <w:r w:rsidR="001C1990">
        <w:t xml:space="preserve">Кондратьевой Т. Л. разрешение </w:t>
      </w:r>
      <w:r w:rsidR="001C1990" w:rsidRPr="00183BC6">
        <w:t>на условно разрешенный вид и</w:t>
      </w:r>
      <w:r w:rsidR="001C1990" w:rsidRPr="00183BC6">
        <w:t>с</w:t>
      </w:r>
      <w:r w:rsidR="001C1990" w:rsidRPr="00183BC6">
        <w:t>пользования земельного участка в границах территории кадастрового квартала</w:t>
      </w:r>
      <w:r w:rsidR="001C1990">
        <w:t xml:space="preserve"> 54:35:015000 площадью 565 кв. м по адресу: </w:t>
      </w:r>
      <w:r w:rsidR="001C1990" w:rsidRPr="002A1A42">
        <w:t xml:space="preserve">Российская Федерация, Новосибирская область, </w:t>
      </w:r>
      <w:r w:rsidR="001C1990">
        <w:t>горо</w:t>
      </w:r>
      <w:r w:rsidR="001C1990">
        <w:t>д</w:t>
      </w:r>
      <w:r w:rsidR="001C1990">
        <w:t xml:space="preserve">ской округ город Новосибирск, </w:t>
      </w:r>
      <w:r w:rsidR="001C1990" w:rsidRPr="002A1A42">
        <w:t>город Новосибирск, ул.</w:t>
      </w:r>
      <w:r w:rsidR="001C1990">
        <w:t xml:space="preserve"> Гладкова, </w:t>
      </w:r>
      <w:proofErr w:type="spellStart"/>
      <w:r w:rsidR="001C1990">
        <w:t>з</w:t>
      </w:r>
      <w:proofErr w:type="spellEnd"/>
      <w:r w:rsidR="001C1990">
        <w:t xml:space="preserve">/у 1 (зона </w:t>
      </w:r>
      <w:r w:rsidR="001C1990" w:rsidRPr="002A1A42">
        <w:t xml:space="preserve">застройки жилыми домами смешанной этажности (Ж-1), </w:t>
      </w:r>
      <w:proofErr w:type="spellStart"/>
      <w:r w:rsidR="001C1990" w:rsidRPr="002A1A42">
        <w:t>подзона</w:t>
      </w:r>
      <w:proofErr w:type="spellEnd"/>
      <w:r w:rsidR="001C1990" w:rsidRPr="002A1A42">
        <w:t xml:space="preserve"> застройки жилыми домами смеша</w:t>
      </w:r>
      <w:r w:rsidR="001C1990" w:rsidRPr="002A1A42">
        <w:t>н</w:t>
      </w:r>
      <w:r w:rsidR="001C1990" w:rsidRPr="002A1A42">
        <w:t>ной этажност</w:t>
      </w:r>
      <w:r w:rsidR="001C1990">
        <w:t xml:space="preserve">и различной плотности застройки </w:t>
      </w:r>
      <w:r w:rsidR="001C1990" w:rsidRPr="002A1A42">
        <w:t xml:space="preserve">(Ж-1.1)) – </w:t>
      </w:r>
      <w:r w:rsidR="001C1990" w:rsidRPr="002344D6">
        <w:t>«</w:t>
      </w:r>
      <w:r w:rsidR="001C1990">
        <w:t>для индивидуального жилищного строительства (2.1)».</w:t>
      </w:r>
    </w:p>
    <w:p w:rsidR="00FE2272" w:rsidRPr="0091260B" w:rsidRDefault="00645674" w:rsidP="001C1990">
      <w:pPr>
        <w:ind w:firstLine="709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</w:t>
      </w:r>
      <w:r w:rsidR="00020FCE">
        <w:t xml:space="preserve">организационно-контрольной работы </w:t>
      </w:r>
      <w:r w:rsidR="00020FCE" w:rsidRPr="008A0411">
        <w:t>мэрии города Новосибирска обеспечить опубликование постановления.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8B1343">
      <w:headerReference w:type="default" r:id="rId8"/>
      <w:endnotePr>
        <w:numFmt w:val="decimal"/>
      </w:endnotePr>
      <w:pgSz w:w="11907" w:h="16840"/>
      <w:pgMar w:top="993" w:right="851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5A3" w:rsidRDefault="00A115A3">
      <w:r>
        <w:separator/>
      </w:r>
    </w:p>
  </w:endnote>
  <w:endnote w:type="continuationSeparator" w:id="0">
    <w:p w:rsidR="00A115A3" w:rsidRDefault="00A115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5A3" w:rsidRDefault="00A115A3">
      <w:r>
        <w:separator/>
      </w:r>
    </w:p>
  </w:footnote>
  <w:footnote w:type="continuationSeparator" w:id="0">
    <w:p w:rsidR="00A115A3" w:rsidRDefault="00A115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445" w:rsidRPr="001A7448" w:rsidRDefault="00E57F04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055445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1C1990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055445" w:rsidRDefault="00055445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6EE5"/>
    <w:rsid w:val="00007AEA"/>
    <w:rsid w:val="000124A9"/>
    <w:rsid w:val="00012E95"/>
    <w:rsid w:val="000138BD"/>
    <w:rsid w:val="0001392E"/>
    <w:rsid w:val="000152B1"/>
    <w:rsid w:val="00015463"/>
    <w:rsid w:val="00020FCE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5445"/>
    <w:rsid w:val="00056D44"/>
    <w:rsid w:val="00057911"/>
    <w:rsid w:val="00066104"/>
    <w:rsid w:val="00066610"/>
    <w:rsid w:val="000670B5"/>
    <w:rsid w:val="00072394"/>
    <w:rsid w:val="00072FDB"/>
    <w:rsid w:val="00080552"/>
    <w:rsid w:val="00081393"/>
    <w:rsid w:val="000909D1"/>
    <w:rsid w:val="00093426"/>
    <w:rsid w:val="000947B8"/>
    <w:rsid w:val="00095E5B"/>
    <w:rsid w:val="00096689"/>
    <w:rsid w:val="000A41B5"/>
    <w:rsid w:val="000A567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2F65"/>
    <w:rsid w:val="00154AA9"/>
    <w:rsid w:val="0015533C"/>
    <w:rsid w:val="00157835"/>
    <w:rsid w:val="001579C4"/>
    <w:rsid w:val="0016022C"/>
    <w:rsid w:val="00163588"/>
    <w:rsid w:val="001649DF"/>
    <w:rsid w:val="00165637"/>
    <w:rsid w:val="00165ECE"/>
    <w:rsid w:val="0016656C"/>
    <w:rsid w:val="001700E2"/>
    <w:rsid w:val="00170F8F"/>
    <w:rsid w:val="00173A90"/>
    <w:rsid w:val="00174F16"/>
    <w:rsid w:val="001808B0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1990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83014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83968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272DE"/>
    <w:rsid w:val="0053273E"/>
    <w:rsid w:val="0053795F"/>
    <w:rsid w:val="005379B5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0029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5F9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2886"/>
    <w:rsid w:val="006C4CE7"/>
    <w:rsid w:val="006C507C"/>
    <w:rsid w:val="006E0131"/>
    <w:rsid w:val="006E314F"/>
    <w:rsid w:val="006E596C"/>
    <w:rsid w:val="006E60E2"/>
    <w:rsid w:val="006F075F"/>
    <w:rsid w:val="006F0F0D"/>
    <w:rsid w:val="006F6D68"/>
    <w:rsid w:val="00704BFC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20DB"/>
    <w:rsid w:val="00783D89"/>
    <w:rsid w:val="00792D3D"/>
    <w:rsid w:val="00794EC2"/>
    <w:rsid w:val="00796A99"/>
    <w:rsid w:val="007A5287"/>
    <w:rsid w:val="007A586E"/>
    <w:rsid w:val="007C6038"/>
    <w:rsid w:val="007C7393"/>
    <w:rsid w:val="007C7DEC"/>
    <w:rsid w:val="007D5224"/>
    <w:rsid w:val="007D54D3"/>
    <w:rsid w:val="007E0043"/>
    <w:rsid w:val="007E0EB5"/>
    <w:rsid w:val="007F0ED3"/>
    <w:rsid w:val="007F5E78"/>
    <w:rsid w:val="0080242D"/>
    <w:rsid w:val="00805826"/>
    <w:rsid w:val="00810F03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4C11"/>
    <w:rsid w:val="00835F88"/>
    <w:rsid w:val="008361BF"/>
    <w:rsid w:val="008413C7"/>
    <w:rsid w:val="00856595"/>
    <w:rsid w:val="008613EE"/>
    <w:rsid w:val="0086743B"/>
    <w:rsid w:val="00873B99"/>
    <w:rsid w:val="0088600D"/>
    <w:rsid w:val="008904D7"/>
    <w:rsid w:val="0089141F"/>
    <w:rsid w:val="008A29F3"/>
    <w:rsid w:val="008A44FD"/>
    <w:rsid w:val="008B0D5B"/>
    <w:rsid w:val="008B11DD"/>
    <w:rsid w:val="008B1343"/>
    <w:rsid w:val="008B2EE4"/>
    <w:rsid w:val="008B6A79"/>
    <w:rsid w:val="008B6BF4"/>
    <w:rsid w:val="008C42BA"/>
    <w:rsid w:val="008C751E"/>
    <w:rsid w:val="008C7E3C"/>
    <w:rsid w:val="008D3323"/>
    <w:rsid w:val="008D4E5C"/>
    <w:rsid w:val="008D5732"/>
    <w:rsid w:val="008D6B2D"/>
    <w:rsid w:val="008E140B"/>
    <w:rsid w:val="008E509B"/>
    <w:rsid w:val="008F6DB9"/>
    <w:rsid w:val="009021BA"/>
    <w:rsid w:val="00902638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34996"/>
    <w:rsid w:val="009446B2"/>
    <w:rsid w:val="009465FA"/>
    <w:rsid w:val="00952F81"/>
    <w:rsid w:val="00960079"/>
    <w:rsid w:val="0096185F"/>
    <w:rsid w:val="00965AD3"/>
    <w:rsid w:val="00967664"/>
    <w:rsid w:val="0097492C"/>
    <w:rsid w:val="00976DA3"/>
    <w:rsid w:val="0099378F"/>
    <w:rsid w:val="00993CFE"/>
    <w:rsid w:val="00995CE2"/>
    <w:rsid w:val="009A1BE4"/>
    <w:rsid w:val="009A4948"/>
    <w:rsid w:val="009A54FE"/>
    <w:rsid w:val="009A7E49"/>
    <w:rsid w:val="009A7F30"/>
    <w:rsid w:val="009C24A1"/>
    <w:rsid w:val="009C26B4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E21BF"/>
    <w:rsid w:val="009F0C50"/>
    <w:rsid w:val="009F26AF"/>
    <w:rsid w:val="009F3701"/>
    <w:rsid w:val="009F7C2D"/>
    <w:rsid w:val="00A0344D"/>
    <w:rsid w:val="00A071D6"/>
    <w:rsid w:val="00A115A3"/>
    <w:rsid w:val="00A12CA9"/>
    <w:rsid w:val="00A14611"/>
    <w:rsid w:val="00A174DD"/>
    <w:rsid w:val="00A20C92"/>
    <w:rsid w:val="00A21EBB"/>
    <w:rsid w:val="00A27CE4"/>
    <w:rsid w:val="00A34E16"/>
    <w:rsid w:val="00A359A5"/>
    <w:rsid w:val="00A36653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0423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0C6C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57B0E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215B"/>
    <w:rsid w:val="00BD5CA8"/>
    <w:rsid w:val="00BE3258"/>
    <w:rsid w:val="00BF352A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61C8C"/>
    <w:rsid w:val="00C66C9E"/>
    <w:rsid w:val="00C73FC8"/>
    <w:rsid w:val="00C771B1"/>
    <w:rsid w:val="00C80EC9"/>
    <w:rsid w:val="00C82B19"/>
    <w:rsid w:val="00C859D2"/>
    <w:rsid w:val="00C8782B"/>
    <w:rsid w:val="00C9217D"/>
    <w:rsid w:val="00CA0DB9"/>
    <w:rsid w:val="00CA1B96"/>
    <w:rsid w:val="00CA28B8"/>
    <w:rsid w:val="00CB0034"/>
    <w:rsid w:val="00CC12B7"/>
    <w:rsid w:val="00CC1399"/>
    <w:rsid w:val="00CC2F84"/>
    <w:rsid w:val="00CC32A5"/>
    <w:rsid w:val="00CC33E0"/>
    <w:rsid w:val="00CD24D3"/>
    <w:rsid w:val="00CD56CF"/>
    <w:rsid w:val="00CE0AF4"/>
    <w:rsid w:val="00CE198B"/>
    <w:rsid w:val="00CE2AC6"/>
    <w:rsid w:val="00CF0AF2"/>
    <w:rsid w:val="00CF1674"/>
    <w:rsid w:val="00CF2496"/>
    <w:rsid w:val="00CF2EC8"/>
    <w:rsid w:val="00D010FE"/>
    <w:rsid w:val="00D044EA"/>
    <w:rsid w:val="00D04B6C"/>
    <w:rsid w:val="00D05FAF"/>
    <w:rsid w:val="00D15189"/>
    <w:rsid w:val="00D179E0"/>
    <w:rsid w:val="00D20D88"/>
    <w:rsid w:val="00D2163A"/>
    <w:rsid w:val="00D23CEB"/>
    <w:rsid w:val="00D2417D"/>
    <w:rsid w:val="00D25713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D4A63"/>
    <w:rsid w:val="00DE3130"/>
    <w:rsid w:val="00DE6383"/>
    <w:rsid w:val="00DE7130"/>
    <w:rsid w:val="00DF54A1"/>
    <w:rsid w:val="00DF7221"/>
    <w:rsid w:val="00E05C08"/>
    <w:rsid w:val="00E06DBA"/>
    <w:rsid w:val="00E07AC9"/>
    <w:rsid w:val="00E1390F"/>
    <w:rsid w:val="00E14A04"/>
    <w:rsid w:val="00E164F9"/>
    <w:rsid w:val="00E201B9"/>
    <w:rsid w:val="00E22AAA"/>
    <w:rsid w:val="00E46CA5"/>
    <w:rsid w:val="00E47DF2"/>
    <w:rsid w:val="00E50FAE"/>
    <w:rsid w:val="00E53CB3"/>
    <w:rsid w:val="00E56C40"/>
    <w:rsid w:val="00E57F04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C252B"/>
    <w:rsid w:val="00EC5B4C"/>
    <w:rsid w:val="00ED1666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51B2C"/>
    <w:rsid w:val="00F51EF1"/>
    <w:rsid w:val="00F61CE7"/>
    <w:rsid w:val="00F67C44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4AD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0D27E3-DFED-41B7-ABFC-FC994AAF2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</Template>
  <TotalTime>71</TotalTime>
  <Pages>1</Pages>
  <Words>212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aastafieva</cp:lastModifiedBy>
  <cp:revision>57</cp:revision>
  <cp:lastPrinted>2020-02-25T03:17:00Z</cp:lastPrinted>
  <dcterms:created xsi:type="dcterms:W3CDTF">2023-05-10T04:37:00Z</dcterms:created>
  <dcterms:modified xsi:type="dcterms:W3CDTF">2025-05-06T08:12:00Z</dcterms:modified>
</cp:coreProperties>
</file>